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 xml:space="preserve">Javni razpis za financiranje športnih programov v občini Kidričevo v letu </w:t>
      </w:r>
      <w:sdt>
        <w:sdtPr>
          <w:rPr>
            <w:rFonts w:ascii="Calibri" w:hAnsi="Calibri"/>
            <w:i/>
            <w:iCs/>
            <w:sz w:val="20"/>
            <w:szCs w:val="20"/>
          </w:rPr>
          <w:alias w:val="Leto"/>
          <w:tag w:val="Leto"/>
          <w:id w:val="1586494117"/>
          <w:lock w:val="sdtLocked"/>
          <w:placeholder>
            <w:docPart w:val="DefaultPlaceholder_-1854013440"/>
          </w:placeholder>
          <w:text/>
        </w:sdtPr>
        <w:sdtContent>
          <w:r>
            <w:rPr>
              <w:rFonts w:ascii="Calibri" w:hAnsi="Calibri"/>
              <w:i/>
              <w:iCs/>
              <w:sz w:val="20"/>
              <w:szCs w:val="20"/>
            </w:rPr>
            <w:t>2021</w:t>
          </w:r>
        </w:sdtContent>
      </w:sdt>
    </w:p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1562"/>
        <w:gridCol w:w="160"/>
        <w:gridCol w:w="1971"/>
        <w:gridCol w:w="2631"/>
        <w:gridCol w:w="21"/>
        <w:gridCol w:w="2302"/>
        <w:gridCol w:w="21"/>
      </w:tblGrid>
      <w:tr>
        <w:trPr>
          <w:gridAfter w:val="1"/>
          <w:wAfter w:w="21" w:type="dxa"/>
          <w:cantSplit/>
        </w:trPr>
        <w:tc>
          <w:tcPr>
            <w:tcW w:w="68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6</w:t>
            </w:r>
          </w:p>
        </w:tc>
      </w:tr>
      <w:t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Delovanje športne zveze</w:t>
            </w:r>
          </w:p>
          <w:p>
            <w:pPr>
              <w:pStyle w:val="Textkrp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Občinske športne zveze (OŠZ) so reprezentativni predstavniki civilne športne družbe na lokalni ravni.</w:t>
            </w:r>
          </w:p>
          <w:p>
            <w:pPr>
              <w:pStyle w:val="Textkrp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Sofinanciranje delovanja OŠZ na lokalni ravni je domena LPŠ lokalne skupnosti; merila za vrednotenje delovanja OŠZ in višina proračunskih sredstev so opredeljena z LPŠ za leto, za katerega se LPŠ sprejema.</w:t>
            </w:r>
          </w:p>
          <w:p>
            <w:pPr>
              <w:pStyle w:val="Textkrper"/>
              <w:rPr>
                <w:rFonts w:asciiTheme="minorHAnsi" w:hAnsiTheme="minorHAnsi"/>
                <w:b/>
                <w:i/>
                <w:sz w:val="20"/>
              </w:rPr>
            </w:pPr>
            <w:r>
              <w:rPr>
                <w:rFonts w:asciiTheme="minorHAnsi" w:hAnsiTheme="minorHAnsi"/>
                <w:b/>
                <w:i/>
                <w:sz w:val="20"/>
                <w:highlight w:val="yellow"/>
              </w:rPr>
              <w:t>Športna zveza izpolni en obrazec 6 z opisi vseh predvidenih programov in dejavnosti!</w:t>
            </w:r>
          </w:p>
        </w:tc>
      </w:tr>
      <w:tr>
        <w:trPr>
          <w:trHeight w:val="251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21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zveze:</w:t>
            </w:r>
          </w:p>
        </w:tc>
        <w:sdt>
          <w:sdtPr>
            <w:rPr>
              <w:rFonts w:asciiTheme="minorHAnsi" w:hAnsiTheme="minorHAnsi"/>
            </w:rPr>
            <w:alias w:val="Naziv športne zveze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Content>
            <w:tc>
              <w:tcPr>
                <w:tcW w:w="7085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IUISK"/>
            <w:tag w:val="IUISK"/>
            <w:id w:val="1904483568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6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Izobraževanje, usposabljanje in izpopolnjevanje strokovnih kadrov v športu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Kakovostni strokovni kadri v športu so ključ razvoja in uspešnosti. Programi izobraževanja (univerzitetni in visokošolski) so v domeni izobraževalnega sistema, medtem ko programe usposabljanja in izpopolnjevanja izvajajo v NPŠZ po veljavnih programih usposabljanja in/ali izpopolnjevanja, ki so verificirani pri strokovnem svetu RS za šport in/ali pri strokovnih organih NPŠZ.</w:t>
            </w:r>
          </w:p>
        </w:tc>
      </w:tr>
      <w:tr>
        <w:trPr>
          <w:gridAfter w:val="1"/>
          <w:wAfter w:w="21" w:type="dxa"/>
          <w:cantSplit/>
          <w:trHeight w:val="1006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ZS-opis"/>
            <w:id w:val="-1580826007"/>
            <w:lock w:val="sdtLocked"/>
            <w:placeholder>
              <w:docPart w:val="72AD6292408347CC84BC27A2D26BEDC6"/>
            </w:placeholder>
            <w:showingPlcHdr/>
            <w15:color w:val="FFFF00"/>
          </w:sdtPr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ZS-str"/>
            <w:id w:val="-561257007"/>
            <w:lock w:val="sdtLocked"/>
            <w:placeholder>
              <w:docPart w:val="E61E26291FCE403F9F5DED4279B8FC12"/>
            </w:placeholder>
            <w:showingPlcHdr/>
            <w15:color w:val="FFFF00"/>
          </w:sdtPr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ZS"/>
            <w:tag w:val="ZS"/>
            <w:id w:val="-1209564640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6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Založništvo v športu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Založništvo v športu predstavlja izdajanje in/ali nakup strokovne literature in/ali drugih periodičnih in občasnih športnih publikacij ter propagandnega gradiva na temo športnih dejavnosti.</w:t>
            </w:r>
          </w:p>
        </w:tc>
      </w:tr>
      <w:tr>
        <w:trPr>
          <w:gridAfter w:val="1"/>
          <w:wAfter w:w="21" w:type="dxa"/>
          <w:cantSplit/>
          <w:trHeight w:val="1006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IUISK-opis"/>
            <w:id w:val="1814520139"/>
            <w:lock w:val="sdtLocked"/>
            <w:placeholder>
              <w:docPart w:val="7A867A0E512843CBAD65DDA9CFB44E56"/>
            </w:placeholder>
            <w:showingPlcHdr/>
            <w15:color w:val="FFFF00"/>
          </w:sdtPr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IUISK-str"/>
            <w:id w:val="-676184435"/>
            <w:lock w:val="sdtLocked"/>
            <w:placeholder>
              <w:docPart w:val="87F555D7B30E4B49A8D681DA09ADB92D"/>
            </w:placeholder>
            <w:showingPlcHdr/>
            <w15:color w:val="FFFF00"/>
          </w:sdtPr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ZRD"/>
            <w:tag w:val="ZRD"/>
            <w:id w:val="185369105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6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Znanstveno raziskovalna dejavnost v športu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Nosilci znanstveno-raziskovalne dejavnosti so javne raziskovalne institucije v sodelovanju s civilno športno sfero in/ali gospodarstvom, cilj dejavnosti pa je ustrezen prenos znanstvenih spoznanj v športno prakso.</w:t>
            </w:r>
          </w:p>
        </w:tc>
      </w:tr>
      <w:tr>
        <w:trPr>
          <w:gridAfter w:val="1"/>
          <w:wAfter w:w="21" w:type="dxa"/>
          <w:cantSplit/>
          <w:trHeight w:val="1006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ZRD-opis"/>
            <w:id w:val="1530299433"/>
            <w:lock w:val="sdtLocked"/>
            <w:placeholder>
              <w:docPart w:val="F7B591DF82D347E999D54916465BBC8D"/>
            </w:placeholder>
            <w:showingPlcHdr/>
            <w15:color w:val="FFFF00"/>
          </w:sdtPr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ZRD-str"/>
            <w:id w:val="2122102308"/>
            <w:lock w:val="sdtLocked"/>
            <w:placeholder>
              <w:docPart w:val="D7BD8D98432642789DF828569A86DCC9"/>
            </w:placeholder>
            <w:showingPlcHdr/>
            <w15:color w:val="FFFF00"/>
          </w:sdtPr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IKTS"/>
            <w:tag w:val="IKTS"/>
            <w:id w:val="1419749994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6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Informacijsko komunikacijska tehnologija na področju športa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7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IKT na področju športa predstavlja neposredno podporo za učinkovitejše in prijaznejše udejstvovanje v športu (obseg e-informacij o ponudbi v športu) ter sprotno analiziranje in spremljanje ravni učinkovitosti programov.</w:t>
            </w:r>
          </w:p>
        </w:tc>
      </w:tr>
      <w:tr>
        <w:trPr>
          <w:gridAfter w:val="1"/>
          <w:wAfter w:w="21" w:type="dxa"/>
          <w:cantSplit/>
          <w:trHeight w:val="1006"/>
        </w:trPr>
        <w:tc>
          <w:tcPr>
            <w:tcW w:w="4253" w:type="dxa"/>
            <w:gridSpan w:val="4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IKTS-opis"/>
            <w:id w:val="215399781"/>
            <w:lock w:val="sdtLocked"/>
            <w:placeholder>
              <w:docPart w:val="1685411F5D9047208F0F051428739403"/>
            </w:placeholder>
            <w:showingPlcHdr/>
            <w15:color w:val="FFFF00"/>
          </w:sdtPr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425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IKTS-str"/>
            <w:id w:val="981501809"/>
            <w:lock w:val="sdtLocked"/>
            <w:placeholder>
              <w:docPart w:val="3B217666BD5A47CB884791AFB8BE7BFC"/>
            </w:placeholder>
            <w:showingPlcHdr/>
            <w15:color w:val="FFFF00"/>
          </w:sdtPr>
          <w:sdtContent>
            <w:tc>
              <w:tcPr>
                <w:tcW w:w="4954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01"/>
        <w:gridCol w:w="4965"/>
      </w:tblGrid>
      <w:tr>
        <w:trPr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SP"/>
            <w:tag w:val="SP"/>
            <w:id w:val="1432944658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Športne prireditve in športni turizem</w:t>
            </w:r>
          </w:p>
        </w:tc>
      </w:tr>
      <w:tr>
        <w:trPr>
          <w:cantSplit/>
        </w:trPr>
        <w:tc>
          <w:tcPr>
            <w:tcW w:w="9207" w:type="dxa"/>
            <w:gridSpan w:val="3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Športne prireditve so osrednji dogodek organizacijske kulture športa z vplivom na promocijo okolja. Kjer potekajo, imajo velik vpliv na razvoj turizma, gospodarstva in pomen za razvoj in negovanje športne kulture.</w:t>
            </w:r>
          </w:p>
        </w:tc>
      </w:tr>
      <w:tr>
        <w:trPr>
          <w:cantSplit/>
          <w:trHeight w:val="1006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programa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SP-opis"/>
            <w:id w:val="110404996"/>
            <w:lock w:val="sdtLocked"/>
            <w:placeholder>
              <w:docPart w:val="74192F91128D405BA84702A8D918E248"/>
            </w:placeholder>
            <w:showingPlcHdr/>
            <w15:color w:val="FFFF00"/>
          </w:sdtPr>
          <w:sdtContent>
            <w:tc>
              <w:tcPr>
                <w:tcW w:w="4954" w:type="dxa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SP-str"/>
            <w:id w:val="400185523"/>
            <w:lock w:val="sdtLocked"/>
            <w:placeholder>
              <w:docPart w:val="051E012218DB47209F8DAEFCEC59129B"/>
            </w:placeholder>
            <w:showingPlcHdr/>
            <w15:color w:val="FFFF00"/>
          </w:sdtPr>
          <w:sdtContent>
            <w:tc>
              <w:tcPr>
                <w:tcW w:w="495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701"/>
        <w:gridCol w:w="4965"/>
      </w:tblGrid>
      <w:tr>
        <w:trPr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DSZ"/>
            <w:tag w:val="DSZ"/>
            <w:id w:val="1864939235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0" w:type="dxa"/>
                <w:tcBorders>
                  <w:top w:val="single" w:sz="4" w:space="0" w:color="auto"/>
                  <w:bottom w:val="nil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7" w:type="dxa"/>
            <w:gridSpan w:val="2"/>
            <w:tcBorders>
              <w:top w:val="single" w:sz="4" w:space="0" w:color="auto"/>
              <w:bottom w:val="nil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Delovanje športne zveze</w:t>
            </w:r>
          </w:p>
        </w:tc>
      </w:tr>
      <w:tr>
        <w:trPr>
          <w:cantSplit/>
          <w:trHeight w:val="1006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Opis predvidenih dejavnosti (z navedbo predvidenih stroškov)</w:t>
            </w:r>
          </w:p>
        </w:tc>
        <w:sdt>
          <w:sdtPr>
            <w:rPr>
              <w:rFonts w:asciiTheme="minorHAnsi" w:hAnsiTheme="minorHAnsi"/>
              <w:sz w:val="16"/>
              <w:szCs w:val="16"/>
            </w:rPr>
            <w:alias w:val="Opis programa"/>
            <w:tag w:val="DSZ-opis"/>
            <w:id w:val="-1884006550"/>
            <w:lock w:val="sdtLocked"/>
            <w:placeholder>
              <w:docPart w:val="41E8B073CB3C4B4DB8417ED591E6E2E4"/>
            </w:placeholder>
            <w:showingPlcHdr/>
            <w15:color w:val="FFFF00"/>
          </w:sdtPr>
          <w:sdtContent>
            <w:tc>
              <w:tcPr>
                <w:tcW w:w="4954" w:type="dxa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16"/>
                    <w:szCs w:val="16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programa skupaj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programa"/>
            <w:tag w:val="DSZ-str"/>
            <w:id w:val="-849946942"/>
            <w:lock w:val="sdtLocked"/>
            <w:placeholder>
              <w:docPart w:val="941480C41CF34119B887D258DB2744DA"/>
            </w:placeholder>
            <w:showingPlcHdr/>
            <w15:color w:val="FFFF00"/>
          </w:sdtPr>
          <w:sdtContent>
            <w:tc>
              <w:tcPr>
                <w:tcW w:w="4954" w:type="dxa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Žig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Podpis odgovorne osebe:</w:t>
      </w: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____________________________</w:t>
      </w: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Priloge: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Terminski načrt izvedbe programov športnih prireditev in športnega turizma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stran 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PAGE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1</w:t>
    </w:r>
    <w:r>
      <w:rPr>
        <w:rFonts w:asciiTheme="minorHAnsi" w:hAnsiTheme="minorHAnsi"/>
        <w:sz w:val="20"/>
        <w:szCs w:val="20"/>
      </w:rPr>
      <w:fldChar w:fldCharType="end"/>
    </w:r>
    <w:r>
      <w:rPr>
        <w:rFonts w:asciiTheme="minorHAnsi" w:hAnsiTheme="minorHAnsi"/>
        <w:sz w:val="20"/>
        <w:szCs w:val="20"/>
      </w:rPr>
      <w:t>/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NUMPAGES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2</w:t>
    </w:r>
    <w:r>
      <w:rPr>
        <w:rFonts w:asciiTheme="minorHAnsi" w:hAnsiTheme="minorHAnsi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ajorEastAsia" w:hAnsiTheme="minorHAnsi" w:cstheme="majorBidi"/>
        <w:szCs w:val="20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Theme="minorHAnsi" w:eastAsiaTheme="majorEastAsia" w:hAnsiTheme="minorHAnsi" w:cstheme="majorBidi"/>
            <w:szCs w:val="20"/>
          </w:rPr>
          <w:t>Obr6 – delovanje športne zveze</w:t>
        </w:r>
      </w:p>
    </w:sdtContent>
  </w:sdt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8"/>
  <w:attachedTemplate r:id="rId1"/>
  <w:documentProtection w:edit="forms" w:enforcement="1" w:cryptProviderType="rsaAES" w:cryptAlgorithmClass="hash" w:cryptAlgorithmType="typeAny" w:cryptAlgorithmSid="14" w:cryptSpinCount="100000" w:hash="C2JmvA/0qO6WGTq7Sv+7LWWYd2d3kWoaQGct1d1CKNDOQifGaDGIg6uIAyZXBP3AvwllLBmbH1t0OY9KEXdkAQ==" w:salt="WlualdkulSx6mFyxyRLf1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>
          <w:pPr>
            <w:pStyle w:val="8DF73AC5A284435DA34D838B9387AF4420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E61E26291FCE403F9F5DED4279B8F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F9766-AF10-4609-9FF6-1BE1303334E3}"/>
      </w:docPartPr>
      <w:docPartBody>
        <w:p>
          <w:pPr>
            <w:pStyle w:val="E61E26291FCE403F9F5DED4279B8FC121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2AD6292408347CC84BC27A2D26BEDC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ABF6AD8-7E3D-4A79-AC52-1DB3FE5AFC24}"/>
      </w:docPartPr>
      <w:docPartBody>
        <w:p>
          <w:pPr>
            <w:pStyle w:val="72AD6292408347CC84BC27A2D26BEDC6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7A867A0E512843CBAD65DDA9CFB44E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FDA8C5E-1359-47C7-A48A-EEA20C45A8A9}"/>
      </w:docPartPr>
      <w:docPartBody>
        <w:p>
          <w:pPr>
            <w:pStyle w:val="7A867A0E512843CBAD65DDA9CFB44E56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87F555D7B30E4B49A8D681DA09ADB9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D1C3D8-9255-475F-9138-BAAB3976A64C}"/>
      </w:docPartPr>
      <w:docPartBody>
        <w:p>
          <w:pPr>
            <w:pStyle w:val="87F555D7B30E4B49A8D681DA09ADB92D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F7B591DF82D347E999D54916465BBC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1247714-365F-413D-BB40-958531B5CBB1}"/>
      </w:docPartPr>
      <w:docPartBody>
        <w:p>
          <w:pPr>
            <w:pStyle w:val="F7B591DF82D347E999D54916465BBC8D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D7BD8D98432642789DF828569A86DC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18D6DA-FE32-45E2-9E9A-0B4A104495BE}"/>
      </w:docPartPr>
      <w:docPartBody>
        <w:p>
          <w:pPr>
            <w:pStyle w:val="D7BD8D98432642789DF828569A86DCC9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1685411F5D9047208F0F05142873940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0815F7-7659-4752-A61D-C15DFD7251E8}"/>
      </w:docPartPr>
      <w:docPartBody>
        <w:p>
          <w:pPr>
            <w:pStyle w:val="1685411F5D9047208F0F051428739403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3B217666BD5A47CB884791AFB8BE7B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B3583D2-B62C-4D7A-B1B7-4C869A75680E}"/>
      </w:docPartPr>
      <w:docPartBody>
        <w:p>
          <w:pPr>
            <w:pStyle w:val="3B217666BD5A47CB884791AFB8BE7BFC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4192F91128D405BA84702A8D918E24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88E090-3B4E-4E55-8060-888944C33C25}"/>
      </w:docPartPr>
      <w:docPartBody>
        <w:p>
          <w:pPr>
            <w:pStyle w:val="74192F91128D405BA84702A8D918E248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051E012218DB47209F8DAEFCEC5912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2119FD7-CBAC-45FF-87E1-1815E505BF11}"/>
      </w:docPartPr>
      <w:docPartBody>
        <w:p>
          <w:pPr>
            <w:pStyle w:val="051E012218DB47209F8DAEFCEC59129B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41E8B073CB3C4B4DB8417ED591E6E2E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D2322E-3E6D-45C7-BB44-88D26397F622}"/>
      </w:docPartPr>
      <w:docPartBody>
        <w:p>
          <w:pPr>
            <w:pStyle w:val="41E8B073CB3C4B4DB8417ED591E6E2E4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941480C41CF34119B887D258DB2744D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50D24DA-4ED6-45D3-9FE8-01B8B3122E51}"/>
      </w:docPartPr>
      <w:docPartBody>
        <w:p>
          <w:pPr>
            <w:pStyle w:val="941480C41CF34119B887D258DB2744DA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5A6AC3-E142-4DC3-9CB1-AA573E892708}"/>
      </w:docPartPr>
      <w:docPartBody>
        <w:p>
          <w:r>
            <w:rPr>
              <w:rStyle w:val="Platzhaltertext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DF73AC5A284435DA34D838B9387AF44">
    <w:name w:val="8DF73AC5A284435DA34D838B9387A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</w:style>
  <w:style w:type="paragraph" w:customStyle="1" w:styleId="64581DD84E0041B49CE5EA909514CC84">
    <w:name w:val="64581DD84E0041B49CE5EA909514CC84"/>
  </w:style>
  <w:style w:type="paragraph" w:customStyle="1" w:styleId="081EAA5141F04D69B13F139E46970DA5">
    <w:name w:val="081EAA5141F04D69B13F139E46970DA5"/>
  </w:style>
  <w:style w:type="paragraph" w:customStyle="1" w:styleId="8DF73AC5A284435DA34D838B9387AF4415">
    <w:name w:val="8DF73AC5A284435DA34D838B9387AF4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Pr>
      <w:lang w:val="sl-SI" w:eastAsia="sl-SI"/>
    </w:rPr>
  </w:style>
  <w:style w:type="paragraph" w:customStyle="1" w:styleId="529BA35500524291A3538921357DFE0F">
    <w:name w:val="529BA35500524291A3538921357DFE0F"/>
    <w:rPr>
      <w:lang w:val="sl-SI" w:eastAsia="sl-SI"/>
    </w:rPr>
  </w:style>
  <w:style w:type="paragraph" w:customStyle="1" w:styleId="FC86E25CF1C04D6892FC9C27B86F7D99">
    <w:name w:val="FC86E25CF1C04D6892FC9C27B86F7D99"/>
    <w:rPr>
      <w:lang w:val="sl-SI" w:eastAsia="sl-SI"/>
    </w:rPr>
  </w:style>
  <w:style w:type="paragraph" w:customStyle="1" w:styleId="61F18A0A31964443A3174BD9E24249CD">
    <w:name w:val="61F18A0A31964443A3174BD9E24249CD"/>
    <w:rPr>
      <w:lang w:val="sl-SI" w:eastAsia="sl-SI"/>
    </w:rPr>
  </w:style>
  <w:style w:type="paragraph" w:customStyle="1" w:styleId="8DF73AC5A284435DA34D838B9387AF4416">
    <w:name w:val="8DF73AC5A284435DA34D838B9387AF4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Pr>
      <w:lang w:val="sl-SI" w:eastAsia="sl-SI"/>
    </w:rPr>
  </w:style>
  <w:style w:type="paragraph" w:customStyle="1" w:styleId="18A6C0B8D0C248B4A07F4F8AF7FA1A65">
    <w:name w:val="18A6C0B8D0C248B4A07F4F8AF7FA1A65"/>
    <w:rPr>
      <w:lang w:val="sl-SI" w:eastAsia="sl-SI"/>
    </w:rPr>
  </w:style>
  <w:style w:type="paragraph" w:customStyle="1" w:styleId="54D0C9AE93E847B8BC95FA9CAA32E449">
    <w:name w:val="54D0C9AE93E847B8BC95FA9CAA32E449"/>
    <w:rPr>
      <w:lang w:val="sl-SI" w:eastAsia="sl-SI"/>
    </w:rPr>
  </w:style>
  <w:style w:type="paragraph" w:customStyle="1" w:styleId="62559DAE8E4947A0B4D85D311EBE6656">
    <w:name w:val="62559DAE8E4947A0B4D85D311EBE6656"/>
    <w:rPr>
      <w:lang w:val="sl-SI" w:eastAsia="sl-SI"/>
    </w:rPr>
  </w:style>
  <w:style w:type="paragraph" w:customStyle="1" w:styleId="F48FBDDF2631441C8974A54501D9F77E">
    <w:name w:val="F48FBDDF2631441C8974A54501D9F77E"/>
    <w:rPr>
      <w:lang w:val="sl-SI" w:eastAsia="sl-SI"/>
    </w:rPr>
  </w:style>
  <w:style w:type="paragraph" w:customStyle="1" w:styleId="8DF73AC5A284435DA34D838B9387AF4417">
    <w:name w:val="8DF73AC5A284435DA34D838B9387AF4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Pr>
      <w:lang w:val="sl-SI" w:eastAsia="sl-SI"/>
    </w:rPr>
  </w:style>
  <w:style w:type="paragraph" w:customStyle="1" w:styleId="D3E146D43CE049EFA56ACD8AF3905791">
    <w:name w:val="D3E146D43CE049EFA56ACD8AF3905791"/>
    <w:rPr>
      <w:lang w:val="sl-SI" w:eastAsia="sl-SI"/>
    </w:rPr>
  </w:style>
  <w:style w:type="paragraph" w:customStyle="1" w:styleId="32C458598209427887CC9A2C9767C0CD">
    <w:name w:val="32C458598209427887CC9A2C9767C0CD"/>
    <w:rPr>
      <w:lang w:val="sl-SI" w:eastAsia="sl-SI"/>
    </w:rPr>
  </w:style>
  <w:style w:type="paragraph" w:customStyle="1" w:styleId="A22AB2B94E80427EA9C26616282FB21B">
    <w:name w:val="A22AB2B94E80427EA9C26616282FB21B"/>
    <w:rPr>
      <w:lang w:val="sl-SI" w:eastAsia="sl-SI"/>
    </w:rPr>
  </w:style>
  <w:style w:type="paragraph" w:customStyle="1" w:styleId="DDC0BBBF10A2428BB6604FD9A5B78569">
    <w:name w:val="DDC0BBBF10A2428BB6604FD9A5B78569"/>
    <w:rPr>
      <w:lang w:val="sl-SI" w:eastAsia="sl-SI"/>
    </w:rPr>
  </w:style>
  <w:style w:type="paragraph" w:customStyle="1" w:styleId="6658C06AD0B14B9AA0956BD88A07D730">
    <w:name w:val="6658C06AD0B14B9AA0956BD88A07D730"/>
    <w:rPr>
      <w:lang w:val="sl-SI" w:eastAsia="sl-SI"/>
    </w:rPr>
  </w:style>
  <w:style w:type="paragraph" w:customStyle="1" w:styleId="7DAA891C293B49BE9EE049CB54B98640">
    <w:name w:val="7DAA891C293B49BE9EE049CB54B98640"/>
    <w:rPr>
      <w:lang w:val="sl-SI" w:eastAsia="sl-SI"/>
    </w:rPr>
  </w:style>
  <w:style w:type="paragraph" w:customStyle="1" w:styleId="B583D0452C4A4E6290EDF7FACB3B9078">
    <w:name w:val="B583D0452C4A4E6290EDF7FACB3B9078"/>
    <w:rPr>
      <w:lang w:val="sl-SI" w:eastAsia="sl-SI"/>
    </w:rPr>
  </w:style>
  <w:style w:type="paragraph" w:customStyle="1" w:styleId="B036426D7EDB40EEB90BBA280535B80A">
    <w:name w:val="B036426D7EDB40EEB90BBA280535B80A"/>
    <w:rPr>
      <w:lang w:val="sl-SI" w:eastAsia="sl-SI"/>
    </w:rPr>
  </w:style>
  <w:style w:type="paragraph" w:customStyle="1" w:styleId="25BCF722DB5640C29936FFFF088230E6">
    <w:name w:val="25BCF722DB5640C29936FFFF088230E6"/>
    <w:rPr>
      <w:lang w:val="sl-SI" w:eastAsia="sl-SI"/>
    </w:rPr>
  </w:style>
  <w:style w:type="paragraph" w:customStyle="1" w:styleId="8DF73AC5A284435DA34D838B9387AF4418">
    <w:name w:val="8DF73AC5A284435DA34D838B9387AF4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2AD6292408347CC84BC27A2D26BEDC6">
    <w:name w:val="72AD6292408347CC84BC27A2D26BE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36E05A9347456FBE1A303AB1CA7D93">
    <w:name w:val="8D36E05A9347456FBE1A303AB1CA7D93"/>
    <w:rPr>
      <w:lang w:val="sl-SI" w:eastAsia="sl-SI"/>
    </w:rPr>
  </w:style>
  <w:style w:type="paragraph" w:customStyle="1" w:styleId="5E961DB957D644E09ECCDB5DCEB61C99">
    <w:name w:val="5E961DB957D644E09ECCDB5DCEB61C99"/>
    <w:rPr>
      <w:lang w:val="sl-SI" w:eastAsia="sl-SI"/>
    </w:rPr>
  </w:style>
  <w:style w:type="paragraph" w:customStyle="1" w:styleId="7A867A0E512843CBAD65DDA9CFB44E56">
    <w:name w:val="7A867A0E512843CBAD65DDA9CFB44E56"/>
    <w:rPr>
      <w:lang w:val="sl-SI" w:eastAsia="sl-SI"/>
    </w:rPr>
  </w:style>
  <w:style w:type="paragraph" w:customStyle="1" w:styleId="87F555D7B30E4B49A8D681DA09ADB92D">
    <w:name w:val="87F555D7B30E4B49A8D681DA09ADB92D"/>
    <w:rPr>
      <w:lang w:val="sl-SI" w:eastAsia="sl-SI"/>
    </w:rPr>
  </w:style>
  <w:style w:type="paragraph" w:customStyle="1" w:styleId="F7B591DF82D347E999D54916465BBC8D">
    <w:name w:val="F7B591DF82D347E999D54916465BBC8D"/>
    <w:rPr>
      <w:lang w:val="sl-SI" w:eastAsia="sl-SI"/>
    </w:rPr>
  </w:style>
  <w:style w:type="paragraph" w:customStyle="1" w:styleId="D7BD8D98432642789DF828569A86DCC9">
    <w:name w:val="D7BD8D98432642789DF828569A86DCC9"/>
    <w:rPr>
      <w:lang w:val="sl-SI" w:eastAsia="sl-SI"/>
    </w:rPr>
  </w:style>
  <w:style w:type="paragraph" w:customStyle="1" w:styleId="FC9CD97FDEBD4174AC8975A7F63EBA1B">
    <w:name w:val="FC9CD97FDEBD4174AC8975A7F63EBA1B"/>
    <w:rPr>
      <w:lang w:val="sl-SI" w:eastAsia="sl-SI"/>
    </w:rPr>
  </w:style>
  <w:style w:type="paragraph" w:customStyle="1" w:styleId="65B5606C33B441DDBD9A1828B17E6ABC">
    <w:name w:val="65B5606C33B441DDBD9A1828B17E6ABC"/>
    <w:rPr>
      <w:lang w:val="sl-SI" w:eastAsia="sl-SI"/>
    </w:rPr>
  </w:style>
  <w:style w:type="paragraph" w:customStyle="1" w:styleId="1685411F5D9047208F0F051428739403">
    <w:name w:val="1685411F5D9047208F0F051428739403"/>
    <w:rPr>
      <w:lang w:val="sl-SI" w:eastAsia="sl-SI"/>
    </w:rPr>
  </w:style>
  <w:style w:type="paragraph" w:customStyle="1" w:styleId="3B217666BD5A47CB884791AFB8BE7BFC">
    <w:name w:val="3B217666BD5A47CB884791AFB8BE7BFC"/>
    <w:rPr>
      <w:lang w:val="sl-SI" w:eastAsia="sl-SI"/>
    </w:rPr>
  </w:style>
  <w:style w:type="paragraph" w:customStyle="1" w:styleId="74192F91128D405BA84702A8D918E248">
    <w:name w:val="74192F91128D405BA84702A8D918E248"/>
    <w:rPr>
      <w:lang w:val="sl-SI" w:eastAsia="sl-SI"/>
    </w:rPr>
  </w:style>
  <w:style w:type="paragraph" w:customStyle="1" w:styleId="051E012218DB47209F8DAEFCEC59129B">
    <w:name w:val="051E012218DB47209F8DAEFCEC59129B"/>
    <w:rPr>
      <w:lang w:val="sl-SI" w:eastAsia="sl-SI"/>
    </w:rPr>
  </w:style>
  <w:style w:type="paragraph" w:customStyle="1" w:styleId="41E8B073CB3C4B4DB8417ED591E6E2E4">
    <w:name w:val="41E8B073CB3C4B4DB8417ED591E6E2E4"/>
    <w:rPr>
      <w:lang w:val="sl-SI" w:eastAsia="sl-SI"/>
    </w:rPr>
  </w:style>
  <w:style w:type="paragraph" w:customStyle="1" w:styleId="941480C41CF34119B887D258DB2744DA">
    <w:name w:val="941480C41CF34119B887D258DB2744DA"/>
    <w:rPr>
      <w:lang w:val="sl-SI" w:eastAsia="sl-SI"/>
    </w:rPr>
  </w:style>
  <w:style w:type="paragraph" w:customStyle="1" w:styleId="8DF73AC5A284435DA34D838B9387AF4420">
    <w:name w:val="8DF73AC5A284435DA34D838B9387AF4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2AD6292408347CC84BC27A2D26BEDC61">
    <w:name w:val="72AD6292408347CC84BC27A2D26BED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A867A0E512843CBAD65DDA9CFB44E561">
    <w:name w:val="7A867A0E512843CBAD65DDA9CFB44E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7F555D7B30E4B49A8D681DA09ADB92D1">
    <w:name w:val="87F555D7B30E4B49A8D681DA09ADB9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7B591DF82D347E999D54916465BBC8D1">
    <w:name w:val="F7B591DF82D347E999D54916465BBC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7BD8D98432642789DF828569A86DCC91">
    <w:name w:val="D7BD8D98432642789DF828569A86DC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685411F5D9047208F0F0514287394031">
    <w:name w:val="1685411F5D9047208F0F0514287394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B217666BD5A47CB884791AFB8BE7BFC1">
    <w:name w:val="3B217666BD5A47CB884791AFB8BE7B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192F91128D405BA84702A8D918E2481">
    <w:name w:val="74192F91128D405BA84702A8D918E2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51E012218DB47209F8DAEFCEC59129B1">
    <w:name w:val="051E012218DB47209F8DAEFCEC5912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E8B073CB3C4B4DB8417ED591E6E2E41">
    <w:name w:val="41E8B073CB3C4B4DB8417ED591E6E2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41480C41CF34119B887D258DB2744DA1">
    <w:name w:val="941480C41CF34119B887D258DB2744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10EA5-66E9-4BB5-BAEA-8C6ACC63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2</Pages>
  <Words>394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Obr6 – delovanje športne zveze</vt:lpstr>
      <vt:lpstr>Obr6 – delovanje športne zveze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Obr6 – delovanje športne zveze</dc:title>
  <dc:creator>Bogdan Potocnik</dc:creator>
  <cp:lastModifiedBy>Potocnik Bogdan (EE_HS1_AUT, MSF)</cp:lastModifiedBy>
  <cp:revision>2</cp:revision>
  <cp:lastPrinted>2020-01-06T17:50:00Z</cp:lastPrinted>
  <dcterms:created xsi:type="dcterms:W3CDTF">2021-03-01T19:07:00Z</dcterms:created>
  <dcterms:modified xsi:type="dcterms:W3CDTF">2021-03-01T19:07:00Z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98273d-f5aa-46da-8e10-241f6dcd5f2d_Enabled">
    <vt:lpwstr>True</vt:lpwstr>
  </property>
  <property fmtid="{D5CDD505-2E9C-101B-9397-08002B2CF9AE}" pid="3" name="MSIP_Label_e798273d-f5aa-46da-8e10-241f6dcd5f2d_SiteId">
    <vt:lpwstr>c760270c-f3da-4cfa-9737-03808ef5579f</vt:lpwstr>
  </property>
  <property fmtid="{D5CDD505-2E9C-101B-9397-08002B2CF9AE}" pid="4" name="MSIP_Label_e798273d-f5aa-46da-8e10-241f6dcd5f2d_Owner">
    <vt:lpwstr>bogdan.potocnik@magna.com</vt:lpwstr>
  </property>
  <property fmtid="{D5CDD505-2E9C-101B-9397-08002B2CF9AE}" pid="5" name="MSIP_Label_e798273d-f5aa-46da-8e10-241f6dcd5f2d_SetDate">
    <vt:lpwstr>2021-03-01T19:07:43.0846430Z</vt:lpwstr>
  </property>
  <property fmtid="{D5CDD505-2E9C-101B-9397-08002B2CF9AE}" pid="6" name="MSIP_Label_e798273d-f5aa-46da-8e10-241f6dcd5f2d_Name">
    <vt:lpwstr>Internal</vt:lpwstr>
  </property>
  <property fmtid="{D5CDD505-2E9C-101B-9397-08002B2CF9AE}" pid="7" name="MSIP_Label_e798273d-f5aa-46da-8e10-241f6dcd5f2d_Application">
    <vt:lpwstr>Microsoft Azure Information Protection</vt:lpwstr>
  </property>
  <property fmtid="{D5CDD505-2E9C-101B-9397-08002B2CF9AE}" pid="8" name="MSIP_Label_e798273d-f5aa-46da-8e10-241f6dcd5f2d_ActionId">
    <vt:lpwstr>17ca0f87-bddd-4615-92a4-40dbda218c54</vt:lpwstr>
  </property>
  <property fmtid="{D5CDD505-2E9C-101B-9397-08002B2CF9AE}" pid="9" name="MSIP_Label_e798273d-f5aa-46da-8e10-241f6dcd5f2d_Extended_MSFT_Method">
    <vt:lpwstr>Automatic</vt:lpwstr>
  </property>
  <property fmtid="{D5CDD505-2E9C-101B-9397-08002B2CF9AE}" pid="10" name="Sensitivity">
    <vt:lpwstr>Internal</vt:lpwstr>
  </property>
</Properties>
</file>